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200191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200191">
        <w:rPr>
          <w:rFonts w:ascii="Corbel" w:hAnsi="Corbel"/>
          <w:b/>
          <w:bCs/>
        </w:rPr>
        <w:tab/>
      </w:r>
      <w:r w:rsidRPr="00200191">
        <w:rPr>
          <w:rFonts w:ascii="Corbel" w:hAnsi="Corbel"/>
          <w:b/>
          <w:bCs/>
        </w:rPr>
        <w:tab/>
      </w:r>
      <w:r w:rsidRPr="00200191">
        <w:rPr>
          <w:rFonts w:ascii="Corbel" w:hAnsi="Corbel"/>
          <w:b/>
          <w:bCs/>
        </w:rPr>
        <w:tab/>
      </w:r>
      <w:r w:rsidRPr="00200191">
        <w:rPr>
          <w:rFonts w:ascii="Corbel" w:hAnsi="Corbel"/>
          <w:b/>
          <w:bCs/>
        </w:rPr>
        <w:tab/>
      </w:r>
      <w:r w:rsidR="00D8678B" w:rsidRPr="00200191">
        <w:rPr>
          <w:rFonts w:ascii="Corbel" w:hAnsi="Corbel"/>
          <w:bCs/>
          <w:i/>
        </w:rPr>
        <w:t xml:space="preserve">Załącznik nr </w:t>
      </w:r>
      <w:r w:rsidR="006F31E2" w:rsidRPr="00200191">
        <w:rPr>
          <w:rFonts w:ascii="Corbel" w:hAnsi="Corbel"/>
          <w:bCs/>
          <w:i/>
        </w:rPr>
        <w:t>1.5</w:t>
      </w:r>
      <w:r w:rsidR="00D8678B" w:rsidRPr="00200191">
        <w:rPr>
          <w:rFonts w:ascii="Corbel" w:hAnsi="Corbel"/>
          <w:bCs/>
          <w:i/>
        </w:rPr>
        <w:t xml:space="preserve"> do Zarządzenia</w:t>
      </w:r>
      <w:r w:rsidR="002A22BF" w:rsidRPr="00200191">
        <w:rPr>
          <w:rFonts w:ascii="Corbel" w:hAnsi="Corbel"/>
          <w:bCs/>
          <w:i/>
        </w:rPr>
        <w:t xml:space="preserve"> Rektora </w:t>
      </w:r>
      <w:proofErr w:type="spellStart"/>
      <w:r w:rsidR="002A22BF" w:rsidRPr="00200191">
        <w:rPr>
          <w:rFonts w:ascii="Corbel" w:hAnsi="Corbel"/>
          <w:bCs/>
          <w:i/>
        </w:rPr>
        <w:t>UR</w:t>
      </w:r>
      <w:proofErr w:type="spellEnd"/>
      <w:r w:rsidR="002A22BF" w:rsidRPr="00200191">
        <w:rPr>
          <w:rFonts w:ascii="Corbel" w:hAnsi="Corbel"/>
          <w:bCs/>
          <w:i/>
        </w:rPr>
        <w:t xml:space="preserve"> </w:t>
      </w:r>
      <w:r w:rsidRPr="00200191">
        <w:rPr>
          <w:rFonts w:ascii="Corbel" w:hAnsi="Corbel"/>
          <w:bCs/>
          <w:i/>
        </w:rPr>
        <w:t xml:space="preserve"> nr </w:t>
      </w:r>
      <w:r w:rsidR="00F17567" w:rsidRPr="00200191">
        <w:rPr>
          <w:rFonts w:ascii="Corbel" w:hAnsi="Corbel"/>
          <w:bCs/>
          <w:i/>
        </w:rPr>
        <w:t>12/2019</w:t>
      </w:r>
    </w:p>
    <w:p w14:paraId="76CB7A0A" w14:textId="77777777" w:rsidR="0085747A" w:rsidRPr="0020019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00191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73293994" w:rsidR="0085747A" w:rsidRPr="0020019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200191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200191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200191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9933CC">
        <w:rPr>
          <w:rFonts w:ascii="Corbel" w:hAnsi="Corbel"/>
          <w:b/>
          <w:bCs/>
          <w:iCs/>
          <w:smallCaps/>
          <w:sz w:val="24"/>
          <w:szCs w:val="24"/>
        </w:rPr>
        <w:t>2022-2024</w:t>
      </w:r>
    </w:p>
    <w:p w14:paraId="6A743604" w14:textId="793104D9" w:rsidR="00445970" w:rsidRPr="00200191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00191">
        <w:rPr>
          <w:rFonts w:ascii="Corbel" w:hAnsi="Corbel"/>
          <w:sz w:val="20"/>
          <w:szCs w:val="20"/>
        </w:rPr>
        <w:t xml:space="preserve">Rok akademicki   </w:t>
      </w:r>
      <w:r w:rsidR="00182C9E" w:rsidRPr="00200191">
        <w:rPr>
          <w:rFonts w:ascii="Corbel" w:hAnsi="Corbel"/>
          <w:sz w:val="20"/>
          <w:szCs w:val="20"/>
        </w:rPr>
        <w:t>202</w:t>
      </w:r>
      <w:r w:rsidR="009933CC">
        <w:rPr>
          <w:rFonts w:ascii="Corbel" w:hAnsi="Corbel"/>
          <w:sz w:val="20"/>
          <w:szCs w:val="20"/>
        </w:rPr>
        <w:t>2</w:t>
      </w:r>
      <w:r w:rsidR="00182C9E" w:rsidRPr="00200191">
        <w:rPr>
          <w:rFonts w:ascii="Corbel" w:hAnsi="Corbel"/>
          <w:sz w:val="20"/>
          <w:szCs w:val="20"/>
        </w:rPr>
        <w:t>/202</w:t>
      </w:r>
      <w:r w:rsidR="009933CC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749206E" w14:textId="77777777" w:rsidR="0085747A" w:rsidRPr="0020019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20019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00191">
        <w:rPr>
          <w:rFonts w:ascii="Corbel" w:hAnsi="Corbel"/>
          <w:szCs w:val="24"/>
        </w:rPr>
        <w:t xml:space="preserve">1. </w:t>
      </w:r>
      <w:r w:rsidR="0085747A" w:rsidRPr="00200191">
        <w:rPr>
          <w:rFonts w:ascii="Corbel" w:hAnsi="Corbel"/>
          <w:szCs w:val="24"/>
        </w:rPr>
        <w:t xml:space="preserve">Podstawowe </w:t>
      </w:r>
      <w:r w:rsidR="00445970" w:rsidRPr="0020019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00191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20019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7F09143" w:rsidR="0085747A" w:rsidRPr="00FC59FE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59FE">
              <w:rPr>
                <w:rFonts w:ascii="Corbel" w:hAnsi="Corbel"/>
                <w:b w:val="0"/>
                <w:sz w:val="22"/>
              </w:rPr>
              <w:t>Zarządzanie zasobami ludzkimi w sektorze finansowym</w:t>
            </w:r>
          </w:p>
        </w:tc>
      </w:tr>
      <w:tr w:rsidR="0085747A" w:rsidRPr="0030129F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20019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0019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F359DF3" w:rsidR="0085747A" w:rsidRPr="00FC59FE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FC59FE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FC59FE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Pr="00FC59FE">
              <w:rPr>
                <w:rFonts w:ascii="Corbel" w:hAnsi="Corbel"/>
                <w:b w:val="0"/>
                <w:sz w:val="24"/>
                <w:szCs w:val="24"/>
                <w:lang w:val="en-US"/>
              </w:rPr>
              <w:t>BiDF</w:t>
            </w:r>
            <w:proofErr w:type="spellEnd"/>
            <w:r w:rsidRPr="00FC59FE">
              <w:rPr>
                <w:rFonts w:ascii="Corbel" w:hAnsi="Corbel"/>
                <w:b w:val="0"/>
                <w:sz w:val="24"/>
                <w:szCs w:val="24"/>
                <w:lang w:val="en-US"/>
              </w:rPr>
              <w:t>/C-1.2a</w:t>
            </w:r>
          </w:p>
        </w:tc>
      </w:tr>
      <w:tr w:rsidR="0085747A" w:rsidRPr="00200191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20019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N</w:t>
            </w:r>
            <w:r w:rsidR="0085747A" w:rsidRPr="0020019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0019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20019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00191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BD8926A" w:rsidR="0085747A" w:rsidRPr="00200191" w:rsidRDefault="00FC59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59F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00191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447CC79" w:rsidR="0085747A" w:rsidRPr="00200191" w:rsidRDefault="00C41B9B" w:rsidP="00C007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C00799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200191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200191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20019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5B3F4DC" w:rsidR="0085747A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200191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0019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00191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5BE9773" w:rsidR="0085747A" w:rsidRPr="00200191" w:rsidRDefault="00617C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 w:rsidRPr="00200191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200191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00191">
              <w:rPr>
                <w:rFonts w:ascii="Corbel" w:hAnsi="Corbel"/>
                <w:sz w:val="24"/>
                <w:szCs w:val="24"/>
              </w:rPr>
              <w:t>/y</w:t>
            </w:r>
            <w:r w:rsidRPr="0020019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8E727A7" w:rsidR="0085747A" w:rsidRPr="00200191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 w:rsidRPr="00200191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Pr="00200191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200191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17BDF86" w:rsidR="0085747A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200191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20019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00191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14E1082" w:rsidR="0085747A" w:rsidRPr="00200191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prof. </w:t>
            </w:r>
            <w:proofErr w:type="spellStart"/>
            <w:r w:rsidRPr="00200191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200191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7FB2892" w:rsidR="0085747A" w:rsidRPr="00200191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prof. </w:t>
            </w:r>
            <w:proofErr w:type="spellStart"/>
            <w:r w:rsidRPr="00200191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1DE0F9B4" w14:textId="0F570C3E" w:rsidR="0085747A" w:rsidRPr="0020019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t xml:space="preserve">* </w:t>
      </w:r>
      <w:r w:rsidR="00B90885" w:rsidRPr="0020019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00191">
        <w:rPr>
          <w:rFonts w:ascii="Corbel" w:hAnsi="Corbel"/>
          <w:b w:val="0"/>
          <w:sz w:val="24"/>
          <w:szCs w:val="24"/>
        </w:rPr>
        <w:t>e,</w:t>
      </w:r>
      <w:r w:rsidR="00C41B9B" w:rsidRPr="00200191">
        <w:rPr>
          <w:rFonts w:ascii="Corbel" w:hAnsi="Corbel"/>
          <w:b w:val="0"/>
          <w:sz w:val="24"/>
          <w:szCs w:val="24"/>
        </w:rPr>
        <w:t xml:space="preserve"> </w:t>
      </w:r>
      <w:r w:rsidRPr="0020019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00191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20019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20019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t>1.</w:t>
      </w:r>
      <w:r w:rsidR="00E22FBC" w:rsidRPr="00200191">
        <w:rPr>
          <w:rFonts w:ascii="Corbel" w:hAnsi="Corbel"/>
          <w:sz w:val="24"/>
          <w:szCs w:val="24"/>
        </w:rPr>
        <w:t>1</w:t>
      </w:r>
      <w:r w:rsidRPr="00200191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200191">
        <w:rPr>
          <w:rFonts w:ascii="Corbel" w:hAnsi="Corbel"/>
          <w:sz w:val="24"/>
          <w:szCs w:val="24"/>
        </w:rPr>
        <w:t>ECTS</w:t>
      </w:r>
      <w:proofErr w:type="spellEnd"/>
      <w:r w:rsidRPr="00200191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20019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00191" w14:paraId="07871431" w14:textId="77777777" w:rsidTr="00093EF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20019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(</w:t>
            </w:r>
            <w:r w:rsidR="00363F78" w:rsidRPr="0020019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0191">
              <w:rPr>
                <w:rFonts w:ascii="Corbel" w:hAnsi="Corbel"/>
                <w:szCs w:val="24"/>
              </w:rPr>
              <w:t>Wykł</w:t>
            </w:r>
            <w:proofErr w:type="spellEnd"/>
            <w:r w:rsidRPr="002001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0191">
              <w:rPr>
                <w:rFonts w:ascii="Corbel" w:hAnsi="Corbel"/>
                <w:szCs w:val="24"/>
              </w:rPr>
              <w:t>Konw</w:t>
            </w:r>
            <w:proofErr w:type="spellEnd"/>
            <w:r w:rsidRPr="002001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0191">
              <w:rPr>
                <w:rFonts w:ascii="Corbel" w:hAnsi="Corbel"/>
                <w:szCs w:val="24"/>
              </w:rPr>
              <w:t>Sem</w:t>
            </w:r>
            <w:proofErr w:type="spellEnd"/>
            <w:r w:rsidRPr="002001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0191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0191">
              <w:rPr>
                <w:rFonts w:ascii="Corbel" w:hAnsi="Corbel"/>
                <w:szCs w:val="24"/>
              </w:rPr>
              <w:t>Prakt</w:t>
            </w:r>
            <w:proofErr w:type="spellEnd"/>
            <w:r w:rsidRPr="002001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00191">
              <w:rPr>
                <w:rFonts w:ascii="Corbel" w:hAnsi="Corbel"/>
                <w:b/>
                <w:szCs w:val="24"/>
              </w:rPr>
              <w:t>Liczba pkt</w:t>
            </w:r>
            <w:r w:rsidR="00B90885" w:rsidRPr="00200191">
              <w:rPr>
                <w:rFonts w:ascii="Corbel" w:hAnsi="Corbel"/>
                <w:b/>
                <w:szCs w:val="24"/>
              </w:rPr>
              <w:t>.</w:t>
            </w:r>
            <w:r w:rsidRPr="00200191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200191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200191" w14:paraId="174E29BA" w14:textId="77777777" w:rsidTr="00093E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9502B20" w:rsidR="00015B8F" w:rsidRPr="00200191" w:rsidRDefault="00093E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54CE2EAD" w:rsidR="00015B8F" w:rsidRPr="00200191" w:rsidRDefault="00C638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538BF6A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942D81D" w:rsidR="00015B8F" w:rsidRPr="00200191" w:rsidRDefault="00093E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20019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20019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20019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>1.</w:t>
      </w:r>
      <w:r w:rsidR="00E22FBC" w:rsidRPr="00200191">
        <w:rPr>
          <w:rFonts w:ascii="Corbel" w:hAnsi="Corbel"/>
          <w:smallCaps w:val="0"/>
          <w:szCs w:val="24"/>
        </w:rPr>
        <w:t>2</w:t>
      </w:r>
      <w:r w:rsidR="00F83B28" w:rsidRPr="00200191">
        <w:rPr>
          <w:rFonts w:ascii="Corbel" w:hAnsi="Corbel"/>
          <w:smallCaps w:val="0"/>
          <w:szCs w:val="24"/>
        </w:rPr>
        <w:t>.</w:t>
      </w:r>
      <w:r w:rsidR="00F83B28" w:rsidRPr="00200191">
        <w:rPr>
          <w:rFonts w:ascii="Corbel" w:hAnsi="Corbel"/>
          <w:smallCaps w:val="0"/>
          <w:szCs w:val="24"/>
        </w:rPr>
        <w:tab/>
      </w:r>
      <w:r w:rsidRPr="00200191">
        <w:rPr>
          <w:rFonts w:ascii="Corbel" w:hAnsi="Corbel"/>
          <w:smallCaps w:val="0"/>
          <w:szCs w:val="24"/>
        </w:rPr>
        <w:t xml:space="preserve">Sposób realizacji zajęć  </w:t>
      </w:r>
    </w:p>
    <w:p w14:paraId="3D3A75FD" w14:textId="77777777" w:rsidR="0044527D" w:rsidRPr="00617C46" w:rsidRDefault="0044527D" w:rsidP="004452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6CD46B3" w14:textId="77777777" w:rsidR="0044527D" w:rsidRPr="009A27B8" w:rsidRDefault="0044527D" w:rsidP="004452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20019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1.3 </w:t>
      </w:r>
      <w:r w:rsidR="00F83B28" w:rsidRPr="00200191">
        <w:rPr>
          <w:rFonts w:ascii="Corbel" w:hAnsi="Corbel"/>
          <w:smallCaps w:val="0"/>
          <w:szCs w:val="24"/>
        </w:rPr>
        <w:tab/>
      </w:r>
      <w:r w:rsidRPr="00200191">
        <w:rPr>
          <w:rFonts w:ascii="Corbel" w:hAnsi="Corbel"/>
          <w:smallCaps w:val="0"/>
          <w:szCs w:val="24"/>
        </w:rPr>
        <w:t>For</w:t>
      </w:r>
      <w:r w:rsidR="00445970" w:rsidRPr="00200191">
        <w:rPr>
          <w:rFonts w:ascii="Corbel" w:hAnsi="Corbel"/>
          <w:smallCaps w:val="0"/>
          <w:szCs w:val="24"/>
        </w:rPr>
        <w:t xml:space="preserve">ma zaliczenia przedmiotu </w:t>
      </w:r>
      <w:r w:rsidRPr="00200191">
        <w:rPr>
          <w:rFonts w:ascii="Corbel" w:hAnsi="Corbel"/>
          <w:smallCaps w:val="0"/>
          <w:szCs w:val="24"/>
        </w:rPr>
        <w:t xml:space="preserve"> (z toku) </w:t>
      </w:r>
      <w:r w:rsidRPr="0020019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1E0810" w14:textId="77777777" w:rsidR="0044527D" w:rsidRDefault="004452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64B91C95" w:rsidR="009C54AE" w:rsidRPr="00200191" w:rsidRDefault="00093EF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00191">
        <w:rPr>
          <w:rFonts w:ascii="Corbel" w:hAnsi="Corbel"/>
          <w:b w:val="0"/>
          <w:szCs w:val="24"/>
        </w:rPr>
        <w:t>Egzamin</w:t>
      </w:r>
    </w:p>
    <w:p w14:paraId="3CE06286" w14:textId="77777777" w:rsidR="00E960BB" w:rsidRPr="0020019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20019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0019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00191" w14:paraId="003EB43F" w14:textId="77777777" w:rsidTr="00745302">
        <w:tc>
          <w:tcPr>
            <w:tcW w:w="9670" w:type="dxa"/>
          </w:tcPr>
          <w:p w14:paraId="20BFFC4C" w14:textId="24ACF23C" w:rsidR="0085747A" w:rsidRPr="00200191" w:rsidRDefault="00093EF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>Znajomość podstawowych pojęć z zakresu zarządzania i funkcjonowania przedsiębiorstwa.</w:t>
            </w:r>
          </w:p>
        </w:tc>
      </w:tr>
    </w:tbl>
    <w:p w14:paraId="0095970D" w14:textId="77777777" w:rsidR="00153C41" w:rsidRPr="0020019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20019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00191">
        <w:rPr>
          <w:rFonts w:ascii="Corbel" w:hAnsi="Corbel"/>
          <w:szCs w:val="24"/>
        </w:rPr>
        <w:t>3.</w:t>
      </w:r>
      <w:r w:rsidR="00A84C85" w:rsidRPr="00200191">
        <w:rPr>
          <w:rFonts w:ascii="Corbel" w:hAnsi="Corbel"/>
          <w:szCs w:val="24"/>
        </w:rPr>
        <w:t>cele, efekty uczenia się</w:t>
      </w:r>
      <w:r w:rsidR="0085747A" w:rsidRPr="00200191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20019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20019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20019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93EF5" w:rsidRPr="00200191" w14:paraId="1D38D5E6" w14:textId="77777777" w:rsidTr="00093EF5">
        <w:tc>
          <w:tcPr>
            <w:tcW w:w="845" w:type="dxa"/>
            <w:vAlign w:val="center"/>
          </w:tcPr>
          <w:p w14:paraId="4B62A855" w14:textId="1BC403A6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49CCBB57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</w:rPr>
              <w:t>Zapoznanie studentów z celami i znaczeniem gospodarowania ludźmi w organizacji</w:t>
            </w:r>
          </w:p>
        </w:tc>
      </w:tr>
      <w:tr w:rsidR="00093EF5" w:rsidRPr="00200191" w14:paraId="2547E272" w14:textId="77777777" w:rsidTr="00093EF5">
        <w:tc>
          <w:tcPr>
            <w:tcW w:w="845" w:type="dxa"/>
            <w:vAlign w:val="center"/>
          </w:tcPr>
          <w:p w14:paraId="28729CF7" w14:textId="679DB5BD" w:rsidR="00093EF5" w:rsidRPr="00200191" w:rsidRDefault="00093EF5" w:rsidP="00093EF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8520E52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</w:rPr>
              <w:t>Przedstawienie poszczególnych etapów procesu  gospodarowania ludźmi w organizacji</w:t>
            </w:r>
          </w:p>
        </w:tc>
      </w:tr>
      <w:tr w:rsidR="00093EF5" w:rsidRPr="00200191" w14:paraId="0DF48945" w14:textId="77777777" w:rsidTr="00093EF5">
        <w:tc>
          <w:tcPr>
            <w:tcW w:w="845" w:type="dxa"/>
            <w:vAlign w:val="center"/>
          </w:tcPr>
          <w:p w14:paraId="51C70595" w14:textId="5978B27C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066417FE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</w:rPr>
              <w:t>Rozpoznaje warunki pracy i problemy ich kształtowania w przedsiębiorstwie</w:t>
            </w:r>
          </w:p>
        </w:tc>
      </w:tr>
    </w:tbl>
    <w:p w14:paraId="7942D7EE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20019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b/>
          <w:sz w:val="24"/>
          <w:szCs w:val="24"/>
        </w:rPr>
        <w:t xml:space="preserve">3.2 </w:t>
      </w:r>
      <w:r w:rsidR="001D7B54" w:rsidRPr="00200191">
        <w:rPr>
          <w:rFonts w:ascii="Corbel" w:hAnsi="Corbel"/>
          <w:b/>
          <w:sz w:val="24"/>
          <w:szCs w:val="24"/>
        </w:rPr>
        <w:t xml:space="preserve">Efekty </w:t>
      </w:r>
      <w:r w:rsidR="00C05F44" w:rsidRPr="0020019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0019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20019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200191" w14:paraId="4989DCBB" w14:textId="77777777" w:rsidTr="00093EF5">
        <w:tc>
          <w:tcPr>
            <w:tcW w:w="1681" w:type="dxa"/>
            <w:vAlign w:val="center"/>
          </w:tcPr>
          <w:p w14:paraId="6B99B7C4" w14:textId="77777777" w:rsidR="0085747A" w:rsidRPr="002001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0019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0019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20019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20019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0019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93EF5" w:rsidRPr="00200191" w14:paraId="2FAE894A" w14:textId="77777777" w:rsidTr="00093EF5">
        <w:tc>
          <w:tcPr>
            <w:tcW w:w="1681" w:type="dxa"/>
          </w:tcPr>
          <w:p w14:paraId="48E5C6E7" w14:textId="2047BF2E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0019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04CC8183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Student identyfikuje i opisuje podstawowe elementy polityki personalnej w organizacji</w:t>
            </w:r>
            <w:r w:rsidR="00BB67B4" w:rsidRPr="00200191">
              <w:rPr>
                <w:rFonts w:ascii="Corbel" w:hAnsi="Corbel"/>
                <w:b w:val="0"/>
                <w:smallCaps w:val="0"/>
                <w:sz w:val="22"/>
              </w:rPr>
              <w:t>. Dostrzega znaczenie i rolę polityki personalnej w sektorze finansowym</w:t>
            </w:r>
          </w:p>
        </w:tc>
        <w:tc>
          <w:tcPr>
            <w:tcW w:w="1865" w:type="dxa"/>
          </w:tcPr>
          <w:p w14:paraId="2D5BF81E" w14:textId="1071CE2B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_W07</w:t>
            </w:r>
          </w:p>
          <w:p w14:paraId="208BD672" w14:textId="4E08E6A1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_W08</w:t>
            </w:r>
          </w:p>
        </w:tc>
      </w:tr>
      <w:tr w:rsidR="00093EF5" w:rsidRPr="00200191" w14:paraId="48B116A6" w14:textId="77777777" w:rsidTr="00093EF5">
        <w:tc>
          <w:tcPr>
            <w:tcW w:w="1681" w:type="dxa"/>
          </w:tcPr>
          <w:p w14:paraId="55D5A65C" w14:textId="42CE33F2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3047DCE4" w:rsidR="00093EF5" w:rsidRPr="00200191" w:rsidRDefault="00BB67B4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Potrafi wykorzystać różne metody analizy i wyceny kapitału ludzkiego w organizacjach sektora finansowego</w:t>
            </w:r>
          </w:p>
        </w:tc>
        <w:tc>
          <w:tcPr>
            <w:tcW w:w="1865" w:type="dxa"/>
          </w:tcPr>
          <w:p w14:paraId="649FD0A7" w14:textId="77777777" w:rsidR="00BB67B4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K_W07</w:t>
            </w:r>
          </w:p>
          <w:p w14:paraId="656E048A" w14:textId="621482DD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K_W08</w:t>
            </w:r>
          </w:p>
        </w:tc>
      </w:tr>
      <w:tr w:rsidR="00093EF5" w:rsidRPr="00200191" w14:paraId="32BADA47" w14:textId="77777777" w:rsidTr="00093EF5">
        <w:tc>
          <w:tcPr>
            <w:tcW w:w="1681" w:type="dxa"/>
          </w:tcPr>
          <w:p w14:paraId="4CBEB17A" w14:textId="07C028F4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1EFC5F8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  <w:smallCaps w:val="0"/>
              </w:rPr>
              <w:t>Potrafi wykorzystać wiedzę teoretyczną w praktyce</w:t>
            </w:r>
          </w:p>
        </w:tc>
        <w:tc>
          <w:tcPr>
            <w:tcW w:w="1865" w:type="dxa"/>
          </w:tcPr>
          <w:p w14:paraId="168AB72E" w14:textId="5D08D233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_U0</w:t>
            </w:r>
            <w:r w:rsidR="00D05BC4" w:rsidRPr="00200191">
              <w:rPr>
                <w:rFonts w:ascii="Corbel" w:hAnsi="Corbel"/>
                <w:b w:val="0"/>
                <w:smallCaps w:val="0"/>
                <w:sz w:val="22"/>
              </w:rPr>
              <w:t>7</w:t>
            </w:r>
          </w:p>
          <w:p w14:paraId="2BA6A2A8" w14:textId="444276A7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_U0</w:t>
            </w:r>
            <w:r w:rsidR="00D05BC4" w:rsidRPr="00200191">
              <w:rPr>
                <w:rFonts w:ascii="Corbel" w:hAnsi="Corbel"/>
                <w:b w:val="0"/>
                <w:smallCaps w:val="0"/>
                <w:sz w:val="22"/>
              </w:rPr>
              <w:t>9</w:t>
            </w:r>
          </w:p>
        </w:tc>
      </w:tr>
      <w:tr w:rsidR="00093EF5" w:rsidRPr="00200191" w14:paraId="0DEF8424" w14:textId="77777777" w:rsidTr="00093EF5">
        <w:tc>
          <w:tcPr>
            <w:tcW w:w="1681" w:type="dxa"/>
          </w:tcPr>
          <w:p w14:paraId="55E9416F" w14:textId="637508EE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0802CF1" w14:textId="1BE48687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Posiada umiejętność analizy i interpretacji problemów personalnych w organizacji</w:t>
            </w:r>
          </w:p>
        </w:tc>
        <w:tc>
          <w:tcPr>
            <w:tcW w:w="1865" w:type="dxa"/>
          </w:tcPr>
          <w:p w14:paraId="4576944F" w14:textId="77777777" w:rsidR="00BB67B4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K_U07</w:t>
            </w:r>
          </w:p>
          <w:p w14:paraId="00490FCB" w14:textId="71247D4D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K_U09</w:t>
            </w:r>
          </w:p>
        </w:tc>
      </w:tr>
      <w:tr w:rsidR="00093EF5" w:rsidRPr="00200191" w14:paraId="5060DE93" w14:textId="77777777" w:rsidTr="00093EF5">
        <w:tc>
          <w:tcPr>
            <w:tcW w:w="1681" w:type="dxa"/>
          </w:tcPr>
          <w:p w14:paraId="42B68A8E" w14:textId="20A25483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67B4" w:rsidRPr="0020019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6FEE33BA" w14:textId="6E4F6BA3" w:rsidR="00093EF5" w:rsidRPr="00200191" w:rsidRDefault="00007A3F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Potrafi myśleć i działać aktywnie w aspekcie zarządzania ludźmi w organizacji finansowej</w:t>
            </w:r>
          </w:p>
        </w:tc>
        <w:tc>
          <w:tcPr>
            <w:tcW w:w="1865" w:type="dxa"/>
          </w:tcPr>
          <w:p w14:paraId="0A52027C" w14:textId="5AB7ACA7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_K01</w:t>
            </w:r>
          </w:p>
          <w:p w14:paraId="0735FDE1" w14:textId="2F424AD7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_K03</w:t>
            </w:r>
          </w:p>
          <w:p w14:paraId="20434954" w14:textId="5C55B98A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_K04</w:t>
            </w:r>
          </w:p>
        </w:tc>
      </w:tr>
    </w:tbl>
    <w:p w14:paraId="4554A810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00191">
        <w:rPr>
          <w:rFonts w:ascii="Corbel" w:hAnsi="Corbel"/>
          <w:b/>
          <w:sz w:val="24"/>
          <w:szCs w:val="24"/>
        </w:rPr>
        <w:t>3.3</w:t>
      </w:r>
      <w:r w:rsidR="0085747A" w:rsidRPr="00200191">
        <w:rPr>
          <w:rFonts w:ascii="Corbel" w:hAnsi="Corbel"/>
          <w:b/>
          <w:sz w:val="24"/>
          <w:szCs w:val="24"/>
        </w:rPr>
        <w:t>T</w:t>
      </w:r>
      <w:r w:rsidR="001D7B54" w:rsidRPr="00200191">
        <w:rPr>
          <w:rFonts w:ascii="Corbel" w:hAnsi="Corbel"/>
          <w:b/>
          <w:sz w:val="24"/>
          <w:szCs w:val="24"/>
        </w:rPr>
        <w:t xml:space="preserve">reści programowe </w:t>
      </w:r>
    </w:p>
    <w:p w14:paraId="772808C7" w14:textId="77777777" w:rsidR="0044527D" w:rsidRPr="00200191" w:rsidRDefault="0044527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20019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20019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00191" w14:paraId="2F84004D" w14:textId="77777777" w:rsidTr="00007A3F">
        <w:tc>
          <w:tcPr>
            <w:tcW w:w="9520" w:type="dxa"/>
          </w:tcPr>
          <w:p w14:paraId="24ECE7C4" w14:textId="77777777" w:rsidR="0085747A" w:rsidRPr="0020019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00191" w14:paraId="5532AAAA" w14:textId="77777777" w:rsidTr="00007A3F">
        <w:tc>
          <w:tcPr>
            <w:tcW w:w="9520" w:type="dxa"/>
          </w:tcPr>
          <w:p w14:paraId="2F92CF29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Podstawy </w:t>
            </w:r>
            <w:proofErr w:type="spellStart"/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zzl</w:t>
            </w:r>
            <w:proofErr w:type="spellEnd"/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  w organizacji (pojęcie, istota, cele i funkcje, rys historyczny – ewolucja, modele).</w:t>
            </w:r>
          </w:p>
          <w:p w14:paraId="2E222B11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Znaczenie </w:t>
            </w:r>
            <w:proofErr w:type="spellStart"/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zzl</w:t>
            </w:r>
            <w:proofErr w:type="spellEnd"/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 w sektorze finansowym. Planowanie zatrudnienia, rekrutacja, selekcja i obsadzanie stanowisk pracy pracowników</w:t>
            </w:r>
          </w:p>
          <w:p w14:paraId="6FDAF67A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Uwarunkowania wewnętrzne i zewnętrzne (bliższe i dalsze)polityki kadrowej) i ich charakterystyka. Chaos terminologiczny (kadry, zasoby ludzkie, personel, kadra, funkcja personalna – wyjaśnianie pojęć)</w:t>
            </w:r>
          </w:p>
          <w:p w14:paraId="3E2E9537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Podmioty polityki kadrowej, organizacja, zadania. Narzędzia i instrumenty w polityce kadrowej. </w:t>
            </w:r>
            <w:r w:rsidRPr="00200191">
              <w:rPr>
                <w:rFonts w:ascii="Corbel" w:hAnsi="Corbel"/>
                <w:sz w:val="20"/>
                <w:szCs w:val="20"/>
              </w:rPr>
              <w:t>Istota i rodzaje analizy pracy.</w:t>
            </w:r>
          </w:p>
          <w:p w14:paraId="1C1F323A" w14:textId="73574E45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Warunki pracy i ich kształtowanie w </w:t>
            </w:r>
            <w:r w:rsidR="006A3880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organizacji finansowej</w:t>
            </w: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. Formy zatrudnienia-charakterystyka, cechy. </w:t>
            </w:r>
            <w:r w:rsidRPr="00200191">
              <w:rPr>
                <w:rFonts w:ascii="Corbel" w:hAnsi="Corbel"/>
                <w:sz w:val="20"/>
                <w:szCs w:val="20"/>
              </w:rPr>
              <w:t xml:space="preserve"> Elastyczne formy zatrudnienia: wady i zalety dla pracownika i pracodawcy</w:t>
            </w:r>
          </w:p>
          <w:p w14:paraId="73D6AD57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sz w:val="20"/>
                <w:szCs w:val="20"/>
              </w:rPr>
              <w:t>Rodzaje dokumentów aplikacyjnych do zatrudnienia i sposoby ich analizy</w:t>
            </w:r>
          </w:p>
          <w:p w14:paraId="0DC4CD62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sz w:val="20"/>
                <w:szCs w:val="20"/>
              </w:rPr>
              <w:t xml:space="preserve">Nowoczesne techniki rekrutacji i selekcji pracowników. </w:t>
            </w: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Błędy w procesie rekrutacji</w:t>
            </w:r>
          </w:p>
          <w:p w14:paraId="5207D5EF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Pojęcie, zakres i struktura rozwoju pracowników. Podmioty rozwoju pracowników</w:t>
            </w:r>
          </w:p>
          <w:p w14:paraId="11A7078C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Planowanie rozwoju – plan ścieżki zawodowej, analiza otoczenia pracownika, diagnoza potencjału, identyfikacja wartości, potrzeb i aspiracji.</w:t>
            </w:r>
          </w:p>
          <w:p w14:paraId="4FD9318B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Awansowanie pracowników – przyczyny, skutki, korzyści</w:t>
            </w:r>
          </w:p>
          <w:p w14:paraId="5A4E775D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Motywowanie (materialne i pozamaterialne, system motywacyjny i jego elementy) i awansowanie pracowników. Wynagradzanie pracowników  (pojęcie i funkcje wynagrodzeń, zasady i kryteria wynagradzania, formy wynagradzania, doskonalenie systemów wynagrodzeń).</w:t>
            </w:r>
          </w:p>
          <w:p w14:paraId="0F460AC6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Doskonalenie (istota, cele, rodzaje szkoleń, znaczenie, zarządzanie karierą zawodową)</w:t>
            </w:r>
          </w:p>
          <w:p w14:paraId="0D17F532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Ocenianie (pojęcie i cele oceniania, zasady i kryteria oceniania, techniki oceniania, zarządzanie procesem oceniania pracowników)  </w:t>
            </w:r>
          </w:p>
          <w:p w14:paraId="6B263988" w14:textId="6F900671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lastRenderedPageBreak/>
              <w:t>Pojęcie, istota i rodzaje zwolnień pracowniczych. Podstawy prawne rozwiązania stosunku o pracę-wybrane aspekty</w:t>
            </w:r>
          </w:p>
          <w:p w14:paraId="760C695A" w14:textId="347A035A" w:rsidR="0085747A" w:rsidRPr="00200191" w:rsidRDefault="00007A3F" w:rsidP="0003364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Zwolnienia </w:t>
            </w:r>
            <w:proofErr w:type="spellStart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monitorowane-outplacement-istota</w:t>
            </w:r>
            <w:proofErr w:type="spellEnd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, rodzaje, przesłanki stosowania. Czynniki wpływające na przebieg i efekty </w:t>
            </w:r>
            <w:proofErr w:type="spellStart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outplacementu</w:t>
            </w:r>
            <w:proofErr w:type="spellEnd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-charakterystyka. Przeciwdziałanie negatywnym skutkom </w:t>
            </w:r>
            <w:proofErr w:type="spellStart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outplacementu</w:t>
            </w:r>
            <w:proofErr w:type="spellEnd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.  Formy pomocy zwalnianym pracownikom; trudności związane z prowadzeniem programów </w:t>
            </w:r>
            <w:proofErr w:type="spellStart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outplacementu</w:t>
            </w:r>
            <w:proofErr w:type="spellEnd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w Polsce</w:t>
            </w:r>
          </w:p>
        </w:tc>
      </w:tr>
    </w:tbl>
    <w:p w14:paraId="733152FC" w14:textId="77777777" w:rsidR="0085747A" w:rsidRPr="0020019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20019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00191">
        <w:rPr>
          <w:rFonts w:ascii="Corbel" w:hAnsi="Corbel"/>
          <w:sz w:val="24"/>
          <w:szCs w:val="24"/>
        </w:rPr>
        <w:t xml:space="preserve">, </w:t>
      </w:r>
      <w:r w:rsidRPr="00200191">
        <w:rPr>
          <w:rFonts w:ascii="Corbel" w:hAnsi="Corbel"/>
          <w:sz w:val="24"/>
          <w:szCs w:val="24"/>
        </w:rPr>
        <w:t xml:space="preserve">zajęć praktycznych </w:t>
      </w:r>
    </w:p>
    <w:p w14:paraId="0313640A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20019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20019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20019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20019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200191">
        <w:rPr>
          <w:rFonts w:ascii="Corbel" w:hAnsi="Corbel"/>
          <w:sz w:val="20"/>
          <w:szCs w:val="20"/>
        </w:rPr>
        <w:t>.:</w:t>
      </w:r>
    </w:p>
    <w:p w14:paraId="706A52FB" w14:textId="77777777" w:rsidR="00153C41" w:rsidRPr="0020019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0019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20019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20019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Pr="0020019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20019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20019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20019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20019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20019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EF8E36" w14:textId="163466AE" w:rsidR="00E960BB" w:rsidRPr="00200191" w:rsidRDefault="00033643" w:rsidP="0003364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Wykład: </w:t>
      </w:r>
      <w:r w:rsidRPr="00200191">
        <w:rPr>
          <w:rFonts w:ascii="Corbel" w:hAnsi="Corbel"/>
          <w:b w:val="0"/>
          <w:smallCaps w:val="0"/>
          <w:sz w:val="22"/>
        </w:rPr>
        <w:t xml:space="preserve">Wykład z prezentacją multimedialną, w tym z zastosowaniem platformy </w:t>
      </w:r>
      <w:proofErr w:type="spellStart"/>
      <w:r w:rsidRPr="00200191">
        <w:rPr>
          <w:rFonts w:ascii="Corbel" w:hAnsi="Corbel"/>
          <w:b w:val="0"/>
          <w:smallCaps w:val="0"/>
          <w:sz w:val="22"/>
        </w:rPr>
        <w:t>Teams</w:t>
      </w:r>
      <w:proofErr w:type="spellEnd"/>
      <w:r w:rsidRPr="00200191">
        <w:rPr>
          <w:rFonts w:ascii="Corbel" w:hAnsi="Corbel"/>
          <w:b w:val="0"/>
          <w:smallCaps w:val="0"/>
          <w:sz w:val="22"/>
        </w:rPr>
        <w:t>; studium przypadku; filmy tematyczne</w:t>
      </w:r>
    </w:p>
    <w:p w14:paraId="602F9744" w14:textId="77777777" w:rsidR="00E960BB" w:rsidRPr="0020019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20019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4. </w:t>
      </w:r>
      <w:r w:rsidR="0085747A" w:rsidRPr="00200191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20019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20019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0019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00191" w14:paraId="1537DE26" w14:textId="77777777" w:rsidTr="00033643">
        <w:tc>
          <w:tcPr>
            <w:tcW w:w="1962" w:type="dxa"/>
            <w:vAlign w:val="center"/>
          </w:tcPr>
          <w:p w14:paraId="50E71C51" w14:textId="77777777" w:rsidR="0085747A" w:rsidRPr="0020019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20019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20019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2001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2001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0019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0019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33643" w:rsidRPr="00200191" w14:paraId="5FC256E6" w14:textId="77777777" w:rsidTr="00033643">
        <w:tc>
          <w:tcPr>
            <w:tcW w:w="1962" w:type="dxa"/>
          </w:tcPr>
          <w:p w14:paraId="1B521E17" w14:textId="6E9FDF3A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0019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0019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8591A5E" w14:textId="0643A208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egzamin</w:t>
            </w:r>
          </w:p>
        </w:tc>
        <w:tc>
          <w:tcPr>
            <w:tcW w:w="2117" w:type="dxa"/>
          </w:tcPr>
          <w:p w14:paraId="4D5562F6" w14:textId="6BABC2A1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033643" w:rsidRPr="00200191" w14:paraId="2D84DE03" w14:textId="77777777" w:rsidTr="00033643">
        <w:tc>
          <w:tcPr>
            <w:tcW w:w="1962" w:type="dxa"/>
          </w:tcPr>
          <w:p w14:paraId="3D8CA619" w14:textId="0C155C8B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0019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00191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57CCE02D" w14:textId="2A8BF399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egzamin</w:t>
            </w:r>
          </w:p>
        </w:tc>
        <w:tc>
          <w:tcPr>
            <w:tcW w:w="2117" w:type="dxa"/>
          </w:tcPr>
          <w:p w14:paraId="69C1090B" w14:textId="560D09C6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033643" w:rsidRPr="00200191" w14:paraId="04964937" w14:textId="77777777" w:rsidTr="00033643">
        <w:tc>
          <w:tcPr>
            <w:tcW w:w="1962" w:type="dxa"/>
          </w:tcPr>
          <w:p w14:paraId="266E4A57" w14:textId="4D3CDEED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0019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00191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7026B7F4" w14:textId="3340F673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egzamin</w:t>
            </w:r>
          </w:p>
        </w:tc>
        <w:tc>
          <w:tcPr>
            <w:tcW w:w="2117" w:type="dxa"/>
          </w:tcPr>
          <w:p w14:paraId="186C0F5E" w14:textId="5E3B7723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033643" w:rsidRPr="00200191" w14:paraId="37886B81" w14:textId="77777777" w:rsidTr="00033643">
        <w:tc>
          <w:tcPr>
            <w:tcW w:w="1962" w:type="dxa"/>
          </w:tcPr>
          <w:p w14:paraId="0EED8351" w14:textId="2A565FFE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0019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00191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48D37D7D" w14:textId="4EAD6ACA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egzamin</w:t>
            </w:r>
          </w:p>
        </w:tc>
        <w:tc>
          <w:tcPr>
            <w:tcW w:w="2117" w:type="dxa"/>
          </w:tcPr>
          <w:p w14:paraId="7481EDB0" w14:textId="6DE6A737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033643" w:rsidRPr="00200191" w14:paraId="79740981" w14:textId="77777777" w:rsidTr="00033643">
        <w:tc>
          <w:tcPr>
            <w:tcW w:w="1962" w:type="dxa"/>
          </w:tcPr>
          <w:p w14:paraId="42EFE422" w14:textId="44A9CF08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080FD1BC" w14:textId="1B35DBF3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egzamin, obserwacja postawy</w:t>
            </w:r>
          </w:p>
        </w:tc>
        <w:tc>
          <w:tcPr>
            <w:tcW w:w="2117" w:type="dxa"/>
          </w:tcPr>
          <w:p w14:paraId="61EDC38E" w14:textId="3F7CB9AD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</w:tbl>
    <w:p w14:paraId="5D45EBF6" w14:textId="77777777" w:rsidR="00923D7D" w:rsidRPr="0020019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20019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4.2 </w:t>
      </w:r>
      <w:r w:rsidR="0085747A" w:rsidRPr="0020019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20019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00191" w14:paraId="442B12DD" w14:textId="77777777" w:rsidTr="00923D7D">
        <w:tc>
          <w:tcPr>
            <w:tcW w:w="9670" w:type="dxa"/>
          </w:tcPr>
          <w:p w14:paraId="54225531" w14:textId="3CCA2610" w:rsidR="0085747A" w:rsidRPr="0044527D" w:rsidRDefault="00033643" w:rsidP="00445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527D">
              <w:rPr>
                <w:rFonts w:ascii="Corbel" w:hAnsi="Corbel"/>
                <w:b w:val="0"/>
                <w:smallCaps w:val="0"/>
                <w:szCs w:val="24"/>
              </w:rPr>
              <w:t>Podstawą zaliczenia przedmiotu jest pozytywna ocena z egzaminu, polegająca na uzyskaniu min 50% wymaganych punktów .</w:t>
            </w:r>
          </w:p>
        </w:tc>
      </w:tr>
    </w:tbl>
    <w:p w14:paraId="437F8EDD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20019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00191">
        <w:rPr>
          <w:rFonts w:ascii="Corbel" w:hAnsi="Corbel"/>
          <w:b/>
          <w:sz w:val="24"/>
          <w:szCs w:val="24"/>
        </w:rPr>
        <w:t xml:space="preserve">5. </w:t>
      </w:r>
      <w:r w:rsidR="00C61DC5" w:rsidRPr="0020019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200191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200191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00191" w14:paraId="239F5ABA" w14:textId="77777777" w:rsidTr="00033643">
        <w:tc>
          <w:tcPr>
            <w:tcW w:w="4902" w:type="dxa"/>
            <w:vAlign w:val="center"/>
          </w:tcPr>
          <w:p w14:paraId="366108B2" w14:textId="77777777" w:rsidR="0085747A" w:rsidRPr="0020019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0019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0019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0019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20019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0019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0019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0019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3643" w:rsidRPr="00200191" w14:paraId="41D7342E" w14:textId="77777777" w:rsidTr="00033643">
        <w:tc>
          <w:tcPr>
            <w:tcW w:w="4902" w:type="dxa"/>
          </w:tcPr>
          <w:p w14:paraId="336857A1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3C4D36CA" w:rsidR="00033643" w:rsidRPr="00200191" w:rsidRDefault="00C6386B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033643" w:rsidRPr="00200191" w14:paraId="14748C99" w14:textId="77777777" w:rsidTr="00033643">
        <w:tc>
          <w:tcPr>
            <w:tcW w:w="4902" w:type="dxa"/>
          </w:tcPr>
          <w:p w14:paraId="77F9A71E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25353EAF" w:rsidR="00033643" w:rsidRPr="00200191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33643" w:rsidRPr="00200191" w14:paraId="41367D30" w14:textId="77777777" w:rsidTr="00033643">
        <w:tc>
          <w:tcPr>
            <w:tcW w:w="4902" w:type="dxa"/>
          </w:tcPr>
          <w:p w14:paraId="4F573F09" w14:textId="2F947A05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0019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00191">
              <w:rPr>
                <w:rFonts w:ascii="Corbel" w:hAnsi="Corbel"/>
                <w:sz w:val="24"/>
                <w:szCs w:val="24"/>
              </w:rPr>
              <w:t xml:space="preserve"> – praca własna studenta (przygotowanie do zajęć i egzaminu)</w:t>
            </w:r>
          </w:p>
        </w:tc>
        <w:tc>
          <w:tcPr>
            <w:tcW w:w="4618" w:type="dxa"/>
          </w:tcPr>
          <w:p w14:paraId="611A18CE" w14:textId="1E98B799" w:rsidR="00033643" w:rsidRPr="00200191" w:rsidRDefault="00C6386B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63</w:t>
            </w:r>
          </w:p>
        </w:tc>
      </w:tr>
      <w:tr w:rsidR="00033643" w:rsidRPr="00200191" w14:paraId="45A3E8D7" w14:textId="77777777" w:rsidTr="00033643">
        <w:tc>
          <w:tcPr>
            <w:tcW w:w="4902" w:type="dxa"/>
          </w:tcPr>
          <w:p w14:paraId="626D78EC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</w:tcPr>
          <w:p w14:paraId="1CC4D173" w14:textId="0490B0F2" w:rsidR="00033643" w:rsidRPr="00200191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33643" w:rsidRPr="00200191" w14:paraId="761AF2EE" w14:textId="77777777" w:rsidTr="00033643">
        <w:tc>
          <w:tcPr>
            <w:tcW w:w="4902" w:type="dxa"/>
          </w:tcPr>
          <w:p w14:paraId="3C28658F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00191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200191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79084E43" w:rsidR="00033643" w:rsidRPr="00200191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20019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0019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00191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200191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200191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20019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20019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6. </w:t>
      </w:r>
      <w:r w:rsidR="0085747A" w:rsidRPr="00200191">
        <w:rPr>
          <w:rFonts w:ascii="Corbel" w:hAnsi="Corbel"/>
          <w:smallCaps w:val="0"/>
          <w:szCs w:val="24"/>
        </w:rPr>
        <w:t>PRAKTYKI ZAWO</w:t>
      </w:r>
      <w:r w:rsidR="009D3F3B" w:rsidRPr="0020019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20019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200191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2001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1792DD5" w:rsidR="0085747A" w:rsidRPr="00200191" w:rsidRDefault="000336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00191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2001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0E0153A" w:rsidR="0085747A" w:rsidRPr="00200191" w:rsidRDefault="000336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20019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2001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7. </w:t>
      </w:r>
      <w:r w:rsidR="0085747A" w:rsidRPr="0020019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2001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200191" w14:paraId="0ACABF41" w14:textId="77777777" w:rsidTr="008962A4">
        <w:trPr>
          <w:trHeight w:val="397"/>
        </w:trPr>
        <w:tc>
          <w:tcPr>
            <w:tcW w:w="5000" w:type="pct"/>
          </w:tcPr>
          <w:p w14:paraId="4EE1FBF6" w14:textId="77777777" w:rsidR="0085747A" w:rsidRPr="002001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C97E4F6" w14:textId="77777777" w:rsidR="00033643" w:rsidRPr="00200191" w:rsidRDefault="00200191" w:rsidP="0020019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Dobija M.(red. nauk.), Kapitał ludzki w perspektywie ekonomicznej, wyd. Uniwersytetu Ekonomicznego w Krakowie, Kraków 2011.</w:t>
            </w:r>
          </w:p>
          <w:p w14:paraId="6F0FC93D" w14:textId="77777777" w:rsidR="00200191" w:rsidRPr="00200191" w:rsidRDefault="00200191" w:rsidP="0020019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Armstrong M., Zarządzanie zasobami ludzkimi, Oficyna Wydawnicza Wolters Kluwer business, Warszawa 2011.</w:t>
            </w:r>
          </w:p>
          <w:p w14:paraId="50F2B9B2" w14:textId="6D3B3D74" w:rsidR="00200191" w:rsidRPr="00200191" w:rsidRDefault="00200191" w:rsidP="0020019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Oczkowska R., Bukowska U., Dolot A., Kopeć J., </w:t>
            </w:r>
            <w:proofErr w:type="spellStart"/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Kusio</w:t>
            </w:r>
            <w:proofErr w:type="spellEnd"/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Szydło R., Wiśniewska S., Zając P. zarządzanie zasobami ludzkimi: uwarunkowania, instrumenty, trendy, PWN, Warszawa 2019.</w:t>
            </w:r>
          </w:p>
        </w:tc>
      </w:tr>
      <w:tr w:rsidR="0085747A" w:rsidRPr="00200191" w14:paraId="6F6FB0B1" w14:textId="77777777" w:rsidTr="008962A4">
        <w:trPr>
          <w:trHeight w:val="397"/>
        </w:trPr>
        <w:tc>
          <w:tcPr>
            <w:tcW w:w="5000" w:type="pct"/>
          </w:tcPr>
          <w:p w14:paraId="0B873AB6" w14:textId="77777777" w:rsidR="0085747A" w:rsidRPr="002001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9DF84DA" w14:textId="77777777" w:rsidR="00200191" w:rsidRPr="00200191" w:rsidRDefault="00200191" w:rsidP="0020019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iCs/>
                <w:smallCaps w:val="0"/>
                <w:szCs w:val="24"/>
              </w:rPr>
              <w:t>Zając Cz., zarządzanie zasobami ludzkimi w grupach kapitałowych, PWE, Warszawa 2012.</w:t>
            </w:r>
          </w:p>
          <w:p w14:paraId="1F17CF12" w14:textId="02276C6C" w:rsidR="00200191" w:rsidRPr="00200191" w:rsidRDefault="00200191" w:rsidP="0020019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200191">
              <w:rPr>
                <w:rFonts w:ascii="Corbel" w:hAnsi="Corbel"/>
                <w:b w:val="0"/>
                <w:iCs/>
                <w:smallCaps w:val="0"/>
                <w:szCs w:val="24"/>
              </w:rPr>
              <w:t>Oleksyn</w:t>
            </w:r>
            <w:proofErr w:type="spellEnd"/>
            <w:r w:rsidRPr="00200191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T., Zarządzanie zasobami ludzkimi w organizacji, </w:t>
            </w: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Oficyna Wydawnicza Wolters Kluwer business, Warszawa 2017. </w:t>
            </w:r>
          </w:p>
        </w:tc>
      </w:tr>
    </w:tbl>
    <w:p w14:paraId="2ADA5742" w14:textId="77777777" w:rsidR="0085747A" w:rsidRPr="0020019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C0925B" w14:textId="77777777" w:rsidR="00F4620D" w:rsidRDefault="00F4620D" w:rsidP="00C16ABF">
      <w:pPr>
        <w:spacing w:after="0" w:line="240" w:lineRule="auto"/>
      </w:pPr>
      <w:r>
        <w:separator/>
      </w:r>
    </w:p>
  </w:endnote>
  <w:endnote w:type="continuationSeparator" w:id="0">
    <w:p w14:paraId="2D52C151" w14:textId="77777777" w:rsidR="00F4620D" w:rsidRDefault="00F4620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CF4C9F" w14:textId="77777777" w:rsidR="00F4620D" w:rsidRDefault="00F4620D" w:rsidP="00C16ABF">
      <w:pPr>
        <w:spacing w:after="0" w:line="240" w:lineRule="auto"/>
      </w:pPr>
      <w:r>
        <w:separator/>
      </w:r>
    </w:p>
  </w:footnote>
  <w:footnote w:type="continuationSeparator" w:id="0">
    <w:p w14:paraId="0B0B87B4" w14:textId="77777777" w:rsidR="00F4620D" w:rsidRDefault="00F4620D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C4486"/>
    <w:multiLevelType w:val="hybridMultilevel"/>
    <w:tmpl w:val="9D509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2629D"/>
    <w:multiLevelType w:val="hybridMultilevel"/>
    <w:tmpl w:val="1DD03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D4596"/>
    <w:multiLevelType w:val="hybridMultilevel"/>
    <w:tmpl w:val="187C9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A3F"/>
    <w:rsid w:val="00015B8F"/>
    <w:rsid w:val="0002094A"/>
    <w:rsid w:val="00022ECE"/>
    <w:rsid w:val="00033643"/>
    <w:rsid w:val="00042A51"/>
    <w:rsid w:val="00042D2E"/>
    <w:rsid w:val="00044C82"/>
    <w:rsid w:val="00070ED6"/>
    <w:rsid w:val="000742DC"/>
    <w:rsid w:val="00084C12"/>
    <w:rsid w:val="00093EF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0191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29F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6D5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27D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12D3"/>
    <w:rsid w:val="005E6E85"/>
    <w:rsid w:val="005F31D2"/>
    <w:rsid w:val="0061029B"/>
    <w:rsid w:val="00617230"/>
    <w:rsid w:val="00617C75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88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06B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33CC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3C6F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2C5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26F3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67B4"/>
    <w:rsid w:val="00BC797F"/>
    <w:rsid w:val="00BD3869"/>
    <w:rsid w:val="00BD66E9"/>
    <w:rsid w:val="00BD6FF4"/>
    <w:rsid w:val="00BF2C41"/>
    <w:rsid w:val="00C00799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386B"/>
    <w:rsid w:val="00C67E92"/>
    <w:rsid w:val="00C70A26"/>
    <w:rsid w:val="00C766DF"/>
    <w:rsid w:val="00C94B98"/>
    <w:rsid w:val="00C96DB6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5BC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D5949"/>
    <w:rsid w:val="00EE32DE"/>
    <w:rsid w:val="00EE5457"/>
    <w:rsid w:val="00F06521"/>
    <w:rsid w:val="00F070AB"/>
    <w:rsid w:val="00F17567"/>
    <w:rsid w:val="00F27A7B"/>
    <w:rsid w:val="00F4620D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9F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C90C4-E898-48B6-B3B2-81AC7CD792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94EB21-FB95-46F9-B32D-07A528F50C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617D10-E5D9-44E4-BF9D-DC3D0C27B5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65AE2E-4D51-4CF3-9222-2FB111C1B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520</TotalTime>
  <Pages>1</Pages>
  <Words>1018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21</cp:revision>
  <cp:lastPrinted>2019-02-06T12:12:00Z</cp:lastPrinted>
  <dcterms:created xsi:type="dcterms:W3CDTF">2020-10-26T22:29:00Z</dcterms:created>
  <dcterms:modified xsi:type="dcterms:W3CDTF">2022-02-11T09:16:00Z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